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B3329D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166E2F98" w:rsidR="00B3329D" w:rsidRPr="00BF1C46" w:rsidRDefault="00053056" w:rsidP="00B3329D">
            <w:pPr>
              <w:spacing w:before="120" w:after="120" w:line="240" w:lineRule="auto"/>
              <w:rPr>
                <w:b/>
                <w:color w:val="0070C0"/>
                <w:sz w:val="28"/>
                <w:szCs w:val="28"/>
              </w:rPr>
            </w:pPr>
            <w:r w:rsidRPr="00053056">
              <w:rPr>
                <w:b/>
                <w:color w:val="0070C0"/>
                <w:sz w:val="28"/>
                <w:szCs w:val="28"/>
              </w:rPr>
              <w:t>Informace o přípravě návrhu Programu na podporu zdravotnického aplikovaného výzkumu na léta 2028–2034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6D8AB80E" w:rsidR="00B3329D" w:rsidRPr="009870E8" w:rsidRDefault="00B3329D" w:rsidP="00B3329D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</w:t>
            </w:r>
            <w:r w:rsidR="00053056">
              <w:rPr>
                <w:b/>
                <w:color w:val="0070C0"/>
                <w:sz w:val="28"/>
                <w:szCs w:val="28"/>
              </w:rPr>
              <w:t>7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292FC0">
              <w:rPr>
                <w:b/>
                <w:color w:val="0070C0"/>
                <w:sz w:val="28"/>
                <w:szCs w:val="28"/>
              </w:rPr>
              <w:t>5</w:t>
            </w:r>
          </w:p>
        </w:tc>
      </w:tr>
      <w:tr w:rsidR="00B3329D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50052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B1A4FD6" w14:textId="674BB492" w:rsidR="00B3329D" w:rsidRPr="00292FC0" w:rsidRDefault="00292FC0" w:rsidP="00292FC0">
            <w:pPr>
              <w:spacing w:before="120"/>
              <w:rPr>
                <w:bCs/>
                <w:i/>
              </w:rPr>
            </w:pPr>
            <w:r w:rsidRPr="00292FC0">
              <w:rPr>
                <w:bCs/>
                <w:i/>
              </w:rPr>
              <w:t xml:space="preserve">prof. Lata, doc. </w:t>
            </w:r>
            <w:proofErr w:type="spellStart"/>
            <w:r w:rsidRPr="00292FC0">
              <w:rPr>
                <w:bCs/>
                <w:i/>
              </w:rPr>
              <w:t>Hajdúch</w:t>
            </w:r>
            <w:proofErr w:type="spellEnd"/>
          </w:p>
        </w:tc>
      </w:tr>
      <w:tr w:rsidR="00B3329D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1E21B0EB" w:rsidR="00B3329D" w:rsidRPr="00115DD5" w:rsidRDefault="00B3329D" w:rsidP="00B3329D">
            <w:pPr>
              <w:spacing w:before="120"/>
              <w:rPr>
                <w:i/>
              </w:rPr>
            </w:pPr>
            <w:r>
              <w:rPr>
                <w:i/>
              </w:rPr>
              <w:t>Odbor VVI</w:t>
            </w:r>
            <w:r w:rsidRPr="00B223D3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="00F86C71">
              <w:rPr>
                <w:i/>
              </w:rPr>
              <w:t>25. listopadu 2025</w:t>
            </w:r>
          </w:p>
        </w:tc>
      </w:tr>
      <w:tr w:rsidR="00B3329D" w:rsidRPr="00DE2BC0" w14:paraId="7AAD4E64" w14:textId="77777777" w:rsidTr="00956FCF">
        <w:trPr>
          <w:trHeight w:val="1105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08C60B29" w14:textId="77777777" w:rsidR="00BB1D69" w:rsidRDefault="00BB1D69" w:rsidP="00BB1D69">
            <w:pPr>
              <w:spacing w:after="120"/>
            </w:pPr>
          </w:p>
          <w:p w14:paraId="64519FE7" w14:textId="2BDDDF75" w:rsidR="00BB1D69" w:rsidRDefault="00BB1D69" w:rsidP="00BB1D69">
            <w:pPr>
              <w:spacing w:after="120"/>
            </w:pPr>
            <w:r>
              <w:t xml:space="preserve">Radě pro výzkum, vývoj a inovace (dále též „RVVI“ či „Rada“) se </w:t>
            </w:r>
            <w:r w:rsidRPr="0043153D">
              <w:t xml:space="preserve">v souladu se </w:t>
            </w:r>
            <w:r w:rsidRPr="00B13A08">
              <w:rPr>
                <w:i/>
                <w:iCs/>
              </w:rPr>
              <w:t>Zásadami přípravy a hodnocení programů účelové podpory výzkumu, vývoje a inovací a skupin grantových projektů a jejich dopadů</w:t>
            </w:r>
            <w:r>
              <w:t xml:space="preserve"> předkládají teze k </w:t>
            </w:r>
            <w:r w:rsidRPr="0043153D">
              <w:t>novému Programu na podporu zdravotnického aplikovaného výzkumu na léta 2028–2034</w:t>
            </w:r>
            <w:r w:rsidR="00292FC0">
              <w:t xml:space="preserve"> (dále jen „Program“)</w:t>
            </w:r>
            <w:r>
              <w:t xml:space="preserve">, </w:t>
            </w:r>
            <w:r w:rsidRPr="0043153D">
              <w:t xml:space="preserve">který Ministerstvo zdravotnictví plánuje </w:t>
            </w:r>
            <w:r>
              <w:t>předložit ke</w:t>
            </w:r>
            <w:r w:rsidRPr="0043153D">
              <w:t xml:space="preserve"> schvál</w:t>
            </w:r>
            <w:r>
              <w:t>ení</w:t>
            </w:r>
            <w:r w:rsidRPr="0043153D">
              <w:t xml:space="preserve"> vlád</w:t>
            </w:r>
            <w:r w:rsidR="00292FC0">
              <w:t>ě</w:t>
            </w:r>
            <w:r w:rsidRPr="0043153D">
              <w:t xml:space="preserve"> v</w:t>
            </w:r>
            <w:r w:rsidR="00292FC0">
              <w:t> </w:t>
            </w:r>
            <w:r w:rsidRPr="0043153D">
              <w:t>roce</w:t>
            </w:r>
            <w:r w:rsidR="00292FC0">
              <w:t xml:space="preserve"> 2026</w:t>
            </w:r>
            <w:r>
              <w:t xml:space="preserve">. </w:t>
            </w:r>
          </w:p>
          <w:p w14:paraId="2A70568F" w14:textId="77777777" w:rsidR="00BB1D69" w:rsidRDefault="00BB1D69" w:rsidP="00BB1D69">
            <w:pPr>
              <w:spacing w:after="120"/>
            </w:pPr>
            <w:r>
              <w:t xml:space="preserve">Místopředseda vlády a ministr zdravotnictví prof. MUDr. Vlastimil Válek, CSc., MBA, EBIR požádal dopisem č.j. </w:t>
            </w:r>
            <w:r w:rsidRPr="00BD3A07">
              <w:t>MZDR 29643/2025-1/VVD</w:t>
            </w:r>
            <w:r>
              <w:t xml:space="preserve"> ze dne 21. listopadu 2025 o určení zpravodaje k tomuto programu. </w:t>
            </w:r>
          </w:p>
          <w:p w14:paraId="32B5662B" w14:textId="77777777" w:rsidR="00BB1D69" w:rsidRDefault="00BB1D69" w:rsidP="00BB1D69">
            <w:pPr>
              <w:spacing w:after="120"/>
            </w:pPr>
            <w:r>
              <w:t xml:space="preserve">Zpravodaji budou prof. MUDr. Jan Lata, CSc. a doc. MUDr. Marián </w:t>
            </w:r>
            <w:proofErr w:type="spellStart"/>
            <w:r>
              <w:t>Hajdúch</w:t>
            </w:r>
            <w:proofErr w:type="spellEnd"/>
            <w:r>
              <w:t>, Ph.D.</w:t>
            </w:r>
          </w:p>
          <w:p w14:paraId="741D5EA1" w14:textId="24096A7D" w:rsidR="00BB1D69" w:rsidRDefault="00BB1D69" w:rsidP="00BB1D69">
            <w:pPr>
              <w:spacing w:after="120"/>
            </w:pPr>
            <w:r w:rsidRPr="0043153D">
              <w:t>Předložení</w:t>
            </w:r>
            <w:r w:rsidR="00292FC0">
              <w:t xml:space="preserve"> návrhu</w:t>
            </w:r>
            <w:r w:rsidRPr="0043153D">
              <w:t xml:space="preserve"> Programu ke stanovisku Radě je pak předpokládáno cca v</w:t>
            </w:r>
            <w:r>
              <w:t> </w:t>
            </w:r>
            <w:r w:rsidRPr="0043153D">
              <w:t>červnu</w:t>
            </w:r>
            <w:r>
              <w:t xml:space="preserve"> 2026.</w:t>
            </w:r>
          </w:p>
          <w:p w14:paraId="56C91166" w14:textId="30811D66" w:rsidR="00321E81" w:rsidRPr="009719F6" w:rsidRDefault="00321E81" w:rsidP="00956FCF">
            <w:pPr>
              <w:keepNext/>
              <w:tabs>
                <w:tab w:val="left" w:pos="-26"/>
                <w:tab w:val="left" w:pos="900"/>
              </w:tabs>
              <w:spacing w:after="120"/>
            </w:pPr>
          </w:p>
        </w:tc>
      </w:tr>
      <w:tr w:rsidR="00B3329D" w:rsidRPr="00DE2BC0" w14:paraId="75C92EC1" w14:textId="77777777" w:rsidTr="00321E81">
        <w:trPr>
          <w:trHeight w:val="411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3329D" w:rsidRPr="00AB734E" w:rsidRDefault="00B3329D" w:rsidP="00B3329D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1790AA8F" w:rsidR="00321E81" w:rsidRPr="00826B2F" w:rsidRDefault="00AF4171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DE4DC5">
              <w:t>Teze Programu na podporu zdravotnického aplikovaného výzkumu na léta 2028–2034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C18CA" w14:textId="77777777" w:rsidR="00E24E76" w:rsidRDefault="00E24E76" w:rsidP="00604B45">
      <w:r>
        <w:separator/>
      </w:r>
    </w:p>
  </w:endnote>
  <w:endnote w:type="continuationSeparator" w:id="0">
    <w:p w14:paraId="284B69EE" w14:textId="77777777" w:rsidR="00E24E76" w:rsidRDefault="00E24E76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52F53AD2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E82112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977885" w:rsidRPr="00977885">
              <w:rPr>
                <w:sz w:val="16"/>
                <w:szCs w:val="16"/>
              </w:rPr>
              <w:t>Zásady přípravy a hodnocení programů účelové podpory výzkumu, vývoje a inovací a skupin grantových projektů a jejich dopadů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3A849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9914D" w14:textId="77777777" w:rsidR="00E24E76" w:rsidRDefault="00E24E76" w:rsidP="00604B45">
      <w:r>
        <w:separator/>
      </w:r>
    </w:p>
  </w:footnote>
  <w:footnote w:type="continuationSeparator" w:id="0">
    <w:p w14:paraId="759188E4" w14:textId="77777777" w:rsidR="00E24E76" w:rsidRDefault="00E24E76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593"/>
    <w:multiLevelType w:val="hybridMultilevel"/>
    <w:tmpl w:val="BEB49746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C0D00"/>
    <w:multiLevelType w:val="hybridMultilevel"/>
    <w:tmpl w:val="EAA45A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1064F"/>
    <w:multiLevelType w:val="hybridMultilevel"/>
    <w:tmpl w:val="3CB8E1B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3"/>
  </w:num>
  <w:num w:numId="3" w16cid:durableId="1893038338">
    <w:abstractNumId w:val="6"/>
  </w:num>
  <w:num w:numId="4" w16cid:durableId="1786805665">
    <w:abstractNumId w:val="9"/>
  </w:num>
  <w:num w:numId="5" w16cid:durableId="1264728757">
    <w:abstractNumId w:val="14"/>
  </w:num>
  <w:num w:numId="6" w16cid:durableId="1901821760">
    <w:abstractNumId w:val="10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6"/>
  </w:num>
  <w:num w:numId="10" w16cid:durableId="1837643966">
    <w:abstractNumId w:val="11"/>
  </w:num>
  <w:num w:numId="11" w16cid:durableId="796532185">
    <w:abstractNumId w:val="1"/>
  </w:num>
  <w:num w:numId="12" w16cid:durableId="2033064661">
    <w:abstractNumId w:val="8"/>
  </w:num>
  <w:num w:numId="13" w16cid:durableId="1432774993">
    <w:abstractNumId w:val="5"/>
  </w:num>
  <w:num w:numId="14" w16cid:durableId="1633366920">
    <w:abstractNumId w:val="15"/>
  </w:num>
  <w:num w:numId="15" w16cid:durableId="1652293677">
    <w:abstractNumId w:val="12"/>
  </w:num>
  <w:num w:numId="16" w16cid:durableId="777019457">
    <w:abstractNumId w:val="7"/>
  </w:num>
  <w:num w:numId="17" w16cid:durableId="214388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5617"/>
    <w:rsid w:val="00035ED7"/>
    <w:rsid w:val="000467DA"/>
    <w:rsid w:val="000511C2"/>
    <w:rsid w:val="00053056"/>
    <w:rsid w:val="00075C1E"/>
    <w:rsid w:val="0008087D"/>
    <w:rsid w:val="000859E4"/>
    <w:rsid w:val="000910C7"/>
    <w:rsid w:val="0009458F"/>
    <w:rsid w:val="000A6385"/>
    <w:rsid w:val="000C566E"/>
    <w:rsid w:val="000C609C"/>
    <w:rsid w:val="000C6A0C"/>
    <w:rsid w:val="000C7A2D"/>
    <w:rsid w:val="000D7556"/>
    <w:rsid w:val="000E1B1B"/>
    <w:rsid w:val="000E7A12"/>
    <w:rsid w:val="000F11AC"/>
    <w:rsid w:val="000F54C7"/>
    <w:rsid w:val="001044CD"/>
    <w:rsid w:val="00106437"/>
    <w:rsid w:val="00126D7E"/>
    <w:rsid w:val="00133C49"/>
    <w:rsid w:val="00134786"/>
    <w:rsid w:val="00144A91"/>
    <w:rsid w:val="00144F5B"/>
    <w:rsid w:val="00163B03"/>
    <w:rsid w:val="00166EE4"/>
    <w:rsid w:val="00171EF3"/>
    <w:rsid w:val="00191B49"/>
    <w:rsid w:val="00194C3F"/>
    <w:rsid w:val="001A03D6"/>
    <w:rsid w:val="001A42AF"/>
    <w:rsid w:val="001A6A82"/>
    <w:rsid w:val="001B05D1"/>
    <w:rsid w:val="001C1526"/>
    <w:rsid w:val="001C2E95"/>
    <w:rsid w:val="001C6179"/>
    <w:rsid w:val="001D5F3B"/>
    <w:rsid w:val="001E1924"/>
    <w:rsid w:val="001F517B"/>
    <w:rsid w:val="002107E9"/>
    <w:rsid w:val="0021629B"/>
    <w:rsid w:val="002241CF"/>
    <w:rsid w:val="00242E30"/>
    <w:rsid w:val="002459B8"/>
    <w:rsid w:val="00282845"/>
    <w:rsid w:val="00292FC0"/>
    <w:rsid w:val="00293AEA"/>
    <w:rsid w:val="002A2FD0"/>
    <w:rsid w:val="002C0726"/>
    <w:rsid w:val="002D2559"/>
    <w:rsid w:val="002F19C4"/>
    <w:rsid w:val="002F4F5C"/>
    <w:rsid w:val="00321E81"/>
    <w:rsid w:val="00352CA6"/>
    <w:rsid w:val="00352DD8"/>
    <w:rsid w:val="00362F82"/>
    <w:rsid w:val="00383A75"/>
    <w:rsid w:val="003870AA"/>
    <w:rsid w:val="003906D0"/>
    <w:rsid w:val="003976A0"/>
    <w:rsid w:val="003A6DB4"/>
    <w:rsid w:val="003C04E9"/>
    <w:rsid w:val="003C6885"/>
    <w:rsid w:val="003C68EC"/>
    <w:rsid w:val="003D64A2"/>
    <w:rsid w:val="00420B23"/>
    <w:rsid w:val="00423662"/>
    <w:rsid w:val="0042761D"/>
    <w:rsid w:val="004354D5"/>
    <w:rsid w:val="00437518"/>
    <w:rsid w:val="00441B47"/>
    <w:rsid w:val="00444127"/>
    <w:rsid w:val="004463E6"/>
    <w:rsid w:val="00447ABC"/>
    <w:rsid w:val="00447AC5"/>
    <w:rsid w:val="00456550"/>
    <w:rsid w:val="00486CA7"/>
    <w:rsid w:val="004970B3"/>
    <w:rsid w:val="004A5511"/>
    <w:rsid w:val="004E2DBE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184A"/>
    <w:rsid w:val="0057409A"/>
    <w:rsid w:val="00583074"/>
    <w:rsid w:val="005964E0"/>
    <w:rsid w:val="005A4C59"/>
    <w:rsid w:val="005B06E8"/>
    <w:rsid w:val="005B680E"/>
    <w:rsid w:val="005C4D50"/>
    <w:rsid w:val="005D1635"/>
    <w:rsid w:val="00602F23"/>
    <w:rsid w:val="00604B45"/>
    <w:rsid w:val="006079D1"/>
    <w:rsid w:val="0061165B"/>
    <w:rsid w:val="006255C0"/>
    <w:rsid w:val="00627E3D"/>
    <w:rsid w:val="00635765"/>
    <w:rsid w:val="00650924"/>
    <w:rsid w:val="00651E1A"/>
    <w:rsid w:val="00667F34"/>
    <w:rsid w:val="006878F0"/>
    <w:rsid w:val="006B2B00"/>
    <w:rsid w:val="006C2F5A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460C1"/>
    <w:rsid w:val="00765C4B"/>
    <w:rsid w:val="00766AC5"/>
    <w:rsid w:val="007A407A"/>
    <w:rsid w:val="007C0D8F"/>
    <w:rsid w:val="007E2572"/>
    <w:rsid w:val="007E57FB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C3F"/>
    <w:rsid w:val="00846D06"/>
    <w:rsid w:val="008517B5"/>
    <w:rsid w:val="00855B4C"/>
    <w:rsid w:val="00871B74"/>
    <w:rsid w:val="0087561B"/>
    <w:rsid w:val="008863A6"/>
    <w:rsid w:val="00887F71"/>
    <w:rsid w:val="0089638D"/>
    <w:rsid w:val="008A0E0A"/>
    <w:rsid w:val="008A3DC7"/>
    <w:rsid w:val="008A6944"/>
    <w:rsid w:val="008B60F3"/>
    <w:rsid w:val="008D0907"/>
    <w:rsid w:val="008E2192"/>
    <w:rsid w:val="008E557D"/>
    <w:rsid w:val="008F6521"/>
    <w:rsid w:val="0090230E"/>
    <w:rsid w:val="009060C3"/>
    <w:rsid w:val="0090637C"/>
    <w:rsid w:val="00907CAE"/>
    <w:rsid w:val="0091473F"/>
    <w:rsid w:val="00915B70"/>
    <w:rsid w:val="009202D9"/>
    <w:rsid w:val="00925BBA"/>
    <w:rsid w:val="00931C6C"/>
    <w:rsid w:val="00945CB2"/>
    <w:rsid w:val="00950D3D"/>
    <w:rsid w:val="0095235B"/>
    <w:rsid w:val="0095565E"/>
    <w:rsid w:val="00956FCF"/>
    <w:rsid w:val="00977885"/>
    <w:rsid w:val="00990B90"/>
    <w:rsid w:val="009922C8"/>
    <w:rsid w:val="00997045"/>
    <w:rsid w:val="009B0370"/>
    <w:rsid w:val="009B7058"/>
    <w:rsid w:val="009C6F1F"/>
    <w:rsid w:val="009E228F"/>
    <w:rsid w:val="009E24C5"/>
    <w:rsid w:val="00A03733"/>
    <w:rsid w:val="00A121D6"/>
    <w:rsid w:val="00A534AA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4171"/>
    <w:rsid w:val="00AF502C"/>
    <w:rsid w:val="00AF5DE4"/>
    <w:rsid w:val="00B01CFE"/>
    <w:rsid w:val="00B20ED5"/>
    <w:rsid w:val="00B24765"/>
    <w:rsid w:val="00B3329D"/>
    <w:rsid w:val="00B33F61"/>
    <w:rsid w:val="00B415B3"/>
    <w:rsid w:val="00B445C0"/>
    <w:rsid w:val="00B45E88"/>
    <w:rsid w:val="00B67680"/>
    <w:rsid w:val="00B73C81"/>
    <w:rsid w:val="00B75792"/>
    <w:rsid w:val="00B77F0C"/>
    <w:rsid w:val="00B80711"/>
    <w:rsid w:val="00B8494C"/>
    <w:rsid w:val="00B97DBF"/>
    <w:rsid w:val="00BB1D69"/>
    <w:rsid w:val="00BB2FAC"/>
    <w:rsid w:val="00BC1D89"/>
    <w:rsid w:val="00BC32E8"/>
    <w:rsid w:val="00BC5C1F"/>
    <w:rsid w:val="00BC7F94"/>
    <w:rsid w:val="00BD17A6"/>
    <w:rsid w:val="00BE3343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070B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137BF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DF427F"/>
    <w:rsid w:val="00DF76FE"/>
    <w:rsid w:val="00E0171D"/>
    <w:rsid w:val="00E06D18"/>
    <w:rsid w:val="00E24E76"/>
    <w:rsid w:val="00E304A2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0733"/>
    <w:rsid w:val="00EC2267"/>
    <w:rsid w:val="00EC238E"/>
    <w:rsid w:val="00ED2ED3"/>
    <w:rsid w:val="00ED7E4C"/>
    <w:rsid w:val="00EE66EE"/>
    <w:rsid w:val="00EE745A"/>
    <w:rsid w:val="00EF4F64"/>
    <w:rsid w:val="00F10F82"/>
    <w:rsid w:val="00F145AB"/>
    <w:rsid w:val="00F3487E"/>
    <w:rsid w:val="00F47E34"/>
    <w:rsid w:val="00F70093"/>
    <w:rsid w:val="00F84D65"/>
    <w:rsid w:val="00F86C71"/>
    <w:rsid w:val="00F86F06"/>
    <w:rsid w:val="00FA009E"/>
    <w:rsid w:val="00FA7002"/>
    <w:rsid w:val="00FB668D"/>
    <w:rsid w:val="00FD6185"/>
    <w:rsid w:val="00FD73BF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rsid w:val="002D2559"/>
    <w:rPr>
      <w:b/>
      <w:bCs/>
    </w:rPr>
  </w:style>
  <w:style w:type="paragraph" w:styleId="Normlnweb">
    <w:name w:val="Normal (Web)"/>
    <w:basedOn w:val="Normln"/>
    <w:uiPriority w:val="99"/>
    <w:unhideWhenUsed/>
    <w:rsid w:val="002D25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9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Dlouhá</dc:creator>
  <cp:keywords/>
  <dc:description/>
  <cp:lastModifiedBy>Lenka Schäfer</cp:lastModifiedBy>
  <cp:revision>9</cp:revision>
  <cp:lastPrinted>2025-02-25T12:21:00Z</cp:lastPrinted>
  <dcterms:created xsi:type="dcterms:W3CDTF">2025-11-25T13:46:00Z</dcterms:created>
  <dcterms:modified xsi:type="dcterms:W3CDTF">2025-12-16T07:22:00Z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